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35" w:rsidRDefault="000707C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103620" cy="4638040"/>
            <wp:effectExtent l="0" t="0" r="0" b="0"/>
            <wp:wrapSquare wrapText="bothSides"/>
            <wp:docPr id="1" name="Picture 1" descr="http://www.heritagewalks.co.nz/rw/aklhistoric/media/photo/photo-image-32_t_w280_h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itagewalks.co.nz/rw/aklhistoric/media/photo/photo-image-32_t_w280_h2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245" cy="4640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Auckland </w:t>
      </w:r>
      <w:proofErr w:type="spellStart"/>
      <w:r>
        <w:t>Harbour</w:t>
      </w:r>
      <w:proofErr w:type="spellEnd"/>
      <w:r>
        <w:t xml:space="preserve"> Bridge two weeks after it opened, 1959</w:t>
      </w:r>
    </w:p>
    <w:p w:rsidR="000707C8" w:rsidRDefault="000707C8"/>
    <w:p w:rsidR="000707C8" w:rsidRPr="000707C8" w:rsidRDefault="000707C8">
      <w:pPr>
        <w:rPr>
          <w:sz w:val="24"/>
        </w:rPr>
      </w:pPr>
      <w:r w:rsidRPr="000707C8">
        <w:rPr>
          <w:b/>
          <w:sz w:val="24"/>
        </w:rPr>
        <w:t xml:space="preserve">Here: </w:t>
      </w:r>
      <w:r w:rsidRPr="000707C8">
        <w:rPr>
          <w:sz w:val="24"/>
        </w:rPr>
        <w:t>What types of vehicle are on the bridge?</w:t>
      </w:r>
    </w:p>
    <w:p w:rsidR="000707C8" w:rsidRPr="000707C8" w:rsidRDefault="000707C8">
      <w:pPr>
        <w:rPr>
          <w:b/>
          <w:sz w:val="24"/>
        </w:rPr>
      </w:pPr>
    </w:p>
    <w:p w:rsidR="000707C8" w:rsidRPr="000707C8" w:rsidRDefault="000707C8">
      <w:pPr>
        <w:rPr>
          <w:b/>
          <w:sz w:val="24"/>
        </w:rPr>
      </w:pPr>
    </w:p>
    <w:p w:rsidR="000707C8" w:rsidRPr="000707C8" w:rsidRDefault="000707C8">
      <w:pPr>
        <w:rPr>
          <w:sz w:val="24"/>
        </w:rPr>
      </w:pPr>
      <w:r w:rsidRPr="000707C8">
        <w:rPr>
          <w:b/>
          <w:sz w:val="24"/>
        </w:rPr>
        <w:t xml:space="preserve">Heart: </w:t>
      </w:r>
      <w:r w:rsidRPr="000707C8">
        <w:rPr>
          <w:sz w:val="24"/>
        </w:rPr>
        <w:t>How would the drivers of the vehicles be feeling?</w:t>
      </w:r>
    </w:p>
    <w:p w:rsidR="000707C8" w:rsidRPr="000707C8" w:rsidRDefault="000707C8">
      <w:pPr>
        <w:rPr>
          <w:sz w:val="24"/>
        </w:rPr>
      </w:pPr>
    </w:p>
    <w:p w:rsidR="000707C8" w:rsidRPr="000707C8" w:rsidRDefault="000707C8">
      <w:pPr>
        <w:rPr>
          <w:sz w:val="24"/>
        </w:rPr>
      </w:pPr>
    </w:p>
    <w:p w:rsidR="000707C8" w:rsidRPr="000707C8" w:rsidRDefault="000707C8">
      <w:pPr>
        <w:rPr>
          <w:sz w:val="24"/>
        </w:rPr>
      </w:pPr>
      <w:r w:rsidRPr="000707C8">
        <w:rPr>
          <w:b/>
          <w:sz w:val="24"/>
        </w:rPr>
        <w:t xml:space="preserve">Hidden: </w:t>
      </w:r>
      <w:r w:rsidRPr="000707C8">
        <w:rPr>
          <w:sz w:val="24"/>
        </w:rPr>
        <w:t>Why do you think the harbor bridge was built?</w:t>
      </w:r>
    </w:p>
    <w:p w:rsidR="000707C8" w:rsidRPr="000707C8" w:rsidRDefault="000707C8">
      <w:pPr>
        <w:rPr>
          <w:sz w:val="24"/>
        </w:rPr>
      </w:pPr>
    </w:p>
    <w:p w:rsidR="000707C8" w:rsidRPr="000707C8" w:rsidRDefault="000707C8">
      <w:pPr>
        <w:rPr>
          <w:sz w:val="24"/>
        </w:rPr>
      </w:pPr>
    </w:p>
    <w:p w:rsidR="000707C8" w:rsidRDefault="000707C8">
      <w:pPr>
        <w:rPr>
          <w:sz w:val="24"/>
        </w:rPr>
      </w:pPr>
      <w:r w:rsidRPr="000707C8">
        <w:rPr>
          <w:b/>
          <w:sz w:val="24"/>
        </w:rPr>
        <w:t xml:space="preserve">Head: </w:t>
      </w:r>
      <w:r w:rsidRPr="000707C8">
        <w:rPr>
          <w:sz w:val="24"/>
        </w:rPr>
        <w:t xml:space="preserve"> What do you think this means for people travelling around Auckland in the future?</w:t>
      </w:r>
    </w:p>
    <w:p w:rsidR="007A267C" w:rsidRDefault="007A267C">
      <w:pPr>
        <w:rPr>
          <w:sz w:val="24"/>
        </w:rPr>
      </w:pPr>
      <w:r>
        <w:rPr>
          <w:noProof/>
        </w:rPr>
        <w:lastRenderedPageBreak/>
        <w:drawing>
          <wp:inline distT="0" distB="0" distL="0" distR="0" wp14:anchorId="1959C38B" wp14:editId="73F55044">
            <wp:extent cx="5943600" cy="3960366"/>
            <wp:effectExtent l="0" t="0" r="0" b="2540"/>
            <wp:docPr id="2" name="Picture 2" descr="http://www.newsgd.com/news/images/attachement/jpg/site26/20151112/d8cb8a4765ee17ae850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ewsgd.com/news/images/attachement/jpg/site26/20151112/d8cb8a4765ee17ae850e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67C" w:rsidRDefault="007A267C">
      <w:r w:rsidRPr="007A267C">
        <w:t xml:space="preserve">Cars </w:t>
      </w:r>
      <w:r w:rsidR="00135317">
        <w:t>waiting to be inspected and then distributed at an import yard, 2015</w:t>
      </w:r>
    </w:p>
    <w:p w:rsidR="00135317" w:rsidRDefault="00135317"/>
    <w:p w:rsidR="00135317" w:rsidRPr="000707C8" w:rsidRDefault="00135317" w:rsidP="00135317">
      <w:pPr>
        <w:rPr>
          <w:b/>
          <w:sz w:val="24"/>
        </w:rPr>
      </w:pPr>
      <w:r w:rsidRPr="000707C8">
        <w:rPr>
          <w:b/>
          <w:sz w:val="24"/>
        </w:rPr>
        <w:t xml:space="preserve">Here: </w:t>
      </w:r>
    </w:p>
    <w:p w:rsidR="00135317" w:rsidRDefault="00135317" w:rsidP="00135317">
      <w:pPr>
        <w:rPr>
          <w:b/>
          <w:sz w:val="24"/>
        </w:rPr>
      </w:pPr>
    </w:p>
    <w:p w:rsidR="00135317" w:rsidRPr="000707C8" w:rsidRDefault="00135317" w:rsidP="00135317">
      <w:pPr>
        <w:rPr>
          <w:b/>
          <w:sz w:val="24"/>
        </w:rPr>
      </w:pPr>
    </w:p>
    <w:p w:rsidR="00135317" w:rsidRDefault="00135317" w:rsidP="00135317">
      <w:pPr>
        <w:rPr>
          <w:sz w:val="24"/>
        </w:rPr>
      </w:pPr>
      <w:r w:rsidRPr="000707C8">
        <w:rPr>
          <w:b/>
          <w:sz w:val="24"/>
        </w:rPr>
        <w:t>Heart:</w:t>
      </w:r>
    </w:p>
    <w:p w:rsidR="00135317" w:rsidRDefault="00135317" w:rsidP="00135317">
      <w:pPr>
        <w:rPr>
          <w:sz w:val="24"/>
        </w:rPr>
      </w:pPr>
    </w:p>
    <w:p w:rsidR="00135317" w:rsidRPr="000707C8" w:rsidRDefault="00135317" w:rsidP="00135317">
      <w:pPr>
        <w:rPr>
          <w:sz w:val="24"/>
        </w:rPr>
      </w:pPr>
    </w:p>
    <w:p w:rsidR="00135317" w:rsidRPr="000707C8" w:rsidRDefault="00135317" w:rsidP="00135317">
      <w:pPr>
        <w:rPr>
          <w:sz w:val="24"/>
        </w:rPr>
      </w:pPr>
      <w:r w:rsidRPr="000707C8">
        <w:rPr>
          <w:b/>
          <w:sz w:val="24"/>
        </w:rPr>
        <w:t xml:space="preserve">Hidden: </w:t>
      </w:r>
    </w:p>
    <w:p w:rsidR="00135317" w:rsidRPr="000707C8" w:rsidRDefault="00135317" w:rsidP="00135317">
      <w:pPr>
        <w:rPr>
          <w:sz w:val="24"/>
        </w:rPr>
      </w:pPr>
      <w:bookmarkStart w:id="0" w:name="_GoBack"/>
      <w:bookmarkEnd w:id="0"/>
    </w:p>
    <w:p w:rsidR="00135317" w:rsidRPr="000707C8" w:rsidRDefault="00135317" w:rsidP="00135317">
      <w:pPr>
        <w:rPr>
          <w:sz w:val="24"/>
        </w:rPr>
      </w:pPr>
    </w:p>
    <w:p w:rsidR="00135317" w:rsidRDefault="00135317" w:rsidP="00135317">
      <w:pPr>
        <w:rPr>
          <w:sz w:val="24"/>
        </w:rPr>
      </w:pPr>
      <w:r w:rsidRPr="000707C8">
        <w:rPr>
          <w:b/>
          <w:sz w:val="24"/>
        </w:rPr>
        <w:t xml:space="preserve">Head: </w:t>
      </w:r>
      <w:r w:rsidRPr="000707C8">
        <w:rPr>
          <w:sz w:val="24"/>
        </w:rPr>
        <w:t xml:space="preserve"> </w:t>
      </w:r>
    </w:p>
    <w:p w:rsidR="00135317" w:rsidRPr="007A267C" w:rsidRDefault="00135317"/>
    <w:sectPr w:rsidR="00135317" w:rsidRPr="007A267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7C8" w:rsidRDefault="000707C8" w:rsidP="000707C8">
      <w:pPr>
        <w:spacing w:after="0" w:line="240" w:lineRule="auto"/>
      </w:pPr>
      <w:r>
        <w:separator/>
      </w:r>
    </w:p>
  </w:endnote>
  <w:endnote w:type="continuationSeparator" w:id="0">
    <w:p w:rsidR="000707C8" w:rsidRDefault="000707C8" w:rsidP="0007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7C8" w:rsidRDefault="000707C8" w:rsidP="000707C8">
      <w:pPr>
        <w:spacing w:after="0" w:line="240" w:lineRule="auto"/>
      </w:pPr>
      <w:r>
        <w:separator/>
      </w:r>
    </w:p>
  </w:footnote>
  <w:footnote w:type="continuationSeparator" w:id="0">
    <w:p w:rsidR="000707C8" w:rsidRDefault="000707C8" w:rsidP="00070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7C8" w:rsidRPr="000707C8" w:rsidRDefault="000707C8">
    <w:pPr>
      <w:pStyle w:val="Header"/>
      <w:rPr>
        <w:b/>
      </w:rPr>
    </w:pPr>
    <w:r w:rsidRPr="000707C8">
      <w:ptab w:relativeTo="margin" w:alignment="center" w:leader="none"/>
    </w:r>
    <w:r w:rsidRPr="000707C8">
      <w:ptab w:relativeTo="margin" w:alignment="right" w:leader="none"/>
    </w:r>
    <w:r w:rsidRPr="000707C8">
      <w:rPr>
        <w:b/>
      </w:rPr>
      <w:t>NAME: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7C8"/>
    <w:rsid w:val="000707C8"/>
    <w:rsid w:val="00135317"/>
    <w:rsid w:val="005C6835"/>
    <w:rsid w:val="007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E3D648-1CE6-4703-AD3F-6C5778D1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7C8"/>
  </w:style>
  <w:style w:type="paragraph" w:styleId="Footer">
    <w:name w:val="footer"/>
    <w:basedOn w:val="Normal"/>
    <w:link w:val="FooterChar"/>
    <w:uiPriority w:val="99"/>
    <w:unhideWhenUsed/>
    <w:rsid w:val="00070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3FE08300</Template>
  <TotalTime>23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Withy</dc:creator>
  <cp:keywords/>
  <dc:description/>
  <cp:lastModifiedBy>Helen Withy</cp:lastModifiedBy>
  <cp:revision>1</cp:revision>
  <dcterms:created xsi:type="dcterms:W3CDTF">2016-06-07T23:54:00Z</dcterms:created>
  <dcterms:modified xsi:type="dcterms:W3CDTF">2016-06-08T00:19:00Z</dcterms:modified>
</cp:coreProperties>
</file>